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CE86B" w14:textId="77777777" w:rsidR="0035044D" w:rsidRPr="0010335F" w:rsidRDefault="0035044D" w:rsidP="00F56A00">
      <w:pPr>
        <w:pStyle w:val="Kiri"/>
        <w:jc w:val="both"/>
        <w:rPr>
          <w:sz w:val="22"/>
          <w:szCs w:val="22"/>
        </w:rPr>
      </w:pPr>
    </w:p>
    <w:p w14:paraId="2970C5D6" w14:textId="4510E415" w:rsidR="009047AF" w:rsidRPr="0010335F" w:rsidRDefault="009047AF" w:rsidP="007D49F8">
      <w:pPr>
        <w:pStyle w:val="Kiri"/>
        <w:tabs>
          <w:tab w:val="clear" w:pos="5103"/>
          <w:tab w:val="left" w:pos="6379"/>
        </w:tabs>
        <w:jc w:val="both"/>
        <w:rPr>
          <w:color w:val="505050"/>
          <w:sz w:val="22"/>
          <w:szCs w:val="22"/>
          <w:shd w:val="clear" w:color="auto" w:fill="FFFFFF"/>
        </w:rPr>
      </w:pPr>
      <w:r w:rsidRPr="0010335F">
        <w:rPr>
          <w:color w:val="505050"/>
          <w:sz w:val="22"/>
          <w:szCs w:val="22"/>
          <w:shd w:val="clear" w:color="auto" w:fill="FFFFFF"/>
        </w:rPr>
        <w:t>Pr. Riina Kütt</w:t>
      </w:r>
      <w:r w:rsidRPr="0010335F">
        <w:rPr>
          <w:color w:val="505050"/>
          <w:sz w:val="22"/>
          <w:szCs w:val="22"/>
          <w:shd w:val="clear" w:color="auto" w:fill="FFFFFF"/>
        </w:rPr>
        <w:tab/>
      </w:r>
      <w:r w:rsidRPr="0010335F">
        <w:rPr>
          <w:sz w:val="22"/>
          <w:szCs w:val="22"/>
        </w:rPr>
        <w:t xml:space="preserve">Teie </w:t>
      </w:r>
      <w:r w:rsidR="00A03A6D" w:rsidRPr="0010335F">
        <w:rPr>
          <w:sz w:val="22"/>
          <w:szCs w:val="22"/>
        </w:rPr>
        <w:t>23</w:t>
      </w:r>
      <w:r w:rsidRPr="0010335F">
        <w:rPr>
          <w:sz w:val="22"/>
          <w:szCs w:val="22"/>
        </w:rPr>
        <w:t>.05.2024</w:t>
      </w:r>
    </w:p>
    <w:p w14:paraId="65D6BDCA" w14:textId="3FF9198A" w:rsidR="007D49F8" w:rsidRPr="0010335F" w:rsidRDefault="00A35B1E" w:rsidP="00B1190C">
      <w:pPr>
        <w:pStyle w:val="Kiri"/>
        <w:tabs>
          <w:tab w:val="left" w:pos="6379"/>
        </w:tabs>
        <w:jc w:val="both"/>
        <w:rPr>
          <w:sz w:val="22"/>
          <w:szCs w:val="22"/>
        </w:rPr>
      </w:pPr>
      <w:r w:rsidRPr="0010335F">
        <w:rPr>
          <w:color w:val="505050"/>
          <w:sz w:val="22"/>
          <w:szCs w:val="22"/>
          <w:shd w:val="clear" w:color="auto" w:fill="FFFFFF"/>
        </w:rPr>
        <w:t>MTÜ Ikkagi Inimesed</w:t>
      </w:r>
      <w:r w:rsidR="007D49F8" w:rsidRPr="0010335F">
        <w:rPr>
          <w:color w:val="505050"/>
          <w:sz w:val="22"/>
          <w:szCs w:val="22"/>
          <w:shd w:val="clear" w:color="auto" w:fill="FFFFFF"/>
        </w:rPr>
        <w:tab/>
      </w:r>
      <w:r w:rsidR="00F56A00" w:rsidRPr="0010335F">
        <w:rPr>
          <w:sz w:val="22"/>
          <w:szCs w:val="22"/>
        </w:rPr>
        <w:tab/>
      </w:r>
      <w:r w:rsidR="007D49F8" w:rsidRPr="0010335F">
        <w:rPr>
          <w:sz w:val="22"/>
          <w:szCs w:val="22"/>
        </w:rPr>
        <w:t xml:space="preserve">Meie </w:t>
      </w:r>
      <w:r w:rsidR="00897DA0" w:rsidRPr="0010335F">
        <w:rPr>
          <w:sz w:val="22"/>
          <w:szCs w:val="22"/>
        </w:rPr>
        <w:t>2</w:t>
      </w:r>
      <w:r w:rsidR="0010335F">
        <w:rPr>
          <w:sz w:val="22"/>
          <w:szCs w:val="22"/>
        </w:rPr>
        <w:t>9</w:t>
      </w:r>
      <w:r w:rsidR="007D49F8" w:rsidRPr="0010335F">
        <w:rPr>
          <w:sz w:val="22"/>
          <w:szCs w:val="22"/>
        </w:rPr>
        <w:t>.05.2024 nr 1.1-12/</w:t>
      </w:r>
      <w:r w:rsidR="00265F77" w:rsidRPr="0010335F">
        <w:rPr>
          <w:sz w:val="22"/>
          <w:szCs w:val="22"/>
        </w:rPr>
        <w:t>7898</w:t>
      </w:r>
      <w:r w:rsidR="007D49F8" w:rsidRPr="0010335F">
        <w:rPr>
          <w:sz w:val="22"/>
          <w:szCs w:val="22"/>
        </w:rPr>
        <w:t>-</w:t>
      </w:r>
      <w:r w:rsidR="00671CDB" w:rsidRPr="0010335F">
        <w:rPr>
          <w:sz w:val="22"/>
          <w:szCs w:val="22"/>
        </w:rPr>
        <w:t>5</w:t>
      </w:r>
    </w:p>
    <w:bookmarkStart w:id="0" w:name="Text2"/>
    <w:p w14:paraId="68BD7240" w14:textId="323D3583" w:rsidR="00F56A00" w:rsidRPr="0010335F" w:rsidRDefault="00846C7E" w:rsidP="00F56A00">
      <w:pPr>
        <w:pStyle w:val="Kiri"/>
        <w:jc w:val="both"/>
        <w:rPr>
          <w:sz w:val="22"/>
          <w:szCs w:val="22"/>
        </w:rPr>
      </w:pPr>
      <w:r w:rsidRPr="0010335F">
        <w:rPr>
          <w:color w:val="505050"/>
          <w:sz w:val="22"/>
          <w:szCs w:val="22"/>
          <w:shd w:val="clear" w:color="auto" w:fill="FFFFFF"/>
        </w:rPr>
        <w:fldChar w:fldCharType="begin"/>
      </w:r>
      <w:r w:rsidRPr="0010335F">
        <w:rPr>
          <w:color w:val="505050"/>
          <w:sz w:val="22"/>
          <w:szCs w:val="22"/>
          <w:shd w:val="clear" w:color="auto" w:fill="FFFFFF"/>
        </w:rPr>
        <w:instrText>HYPERLINK "mailto:info@ikkagiinimesed.ee"</w:instrText>
      </w:r>
      <w:r w:rsidRPr="0010335F">
        <w:rPr>
          <w:color w:val="505050"/>
          <w:sz w:val="22"/>
          <w:szCs w:val="22"/>
          <w:shd w:val="clear" w:color="auto" w:fill="FFFFFF"/>
        </w:rPr>
      </w:r>
      <w:r w:rsidRPr="0010335F">
        <w:rPr>
          <w:color w:val="505050"/>
          <w:sz w:val="22"/>
          <w:szCs w:val="22"/>
          <w:shd w:val="clear" w:color="auto" w:fill="FFFFFF"/>
        </w:rPr>
        <w:fldChar w:fldCharType="separate"/>
      </w:r>
      <w:r w:rsidRPr="0010335F">
        <w:rPr>
          <w:rStyle w:val="Hyperlink"/>
          <w:sz w:val="22"/>
          <w:szCs w:val="22"/>
          <w:shd w:val="clear" w:color="auto" w:fill="FFFFFF"/>
        </w:rPr>
        <w:t>info@ikkagiinimesed.ee</w:t>
      </w:r>
      <w:r w:rsidRPr="0010335F">
        <w:rPr>
          <w:color w:val="505050"/>
          <w:sz w:val="22"/>
          <w:szCs w:val="22"/>
          <w:shd w:val="clear" w:color="auto" w:fill="FFFFFF"/>
        </w:rPr>
        <w:fldChar w:fldCharType="end"/>
      </w:r>
      <w:r w:rsidRPr="0010335F">
        <w:rPr>
          <w:color w:val="505050"/>
          <w:sz w:val="22"/>
          <w:szCs w:val="22"/>
          <w:shd w:val="clear" w:color="auto" w:fill="FFFFFF"/>
        </w:rPr>
        <w:t xml:space="preserve"> </w:t>
      </w:r>
      <w:r w:rsidR="004D2834" w:rsidRPr="0010335F">
        <w:rPr>
          <w:sz w:val="22"/>
          <w:szCs w:val="22"/>
        </w:rPr>
        <w:t xml:space="preserve"> </w:t>
      </w:r>
      <w:r w:rsidR="00F56A00" w:rsidRPr="0010335F">
        <w:rPr>
          <w:sz w:val="22"/>
          <w:szCs w:val="22"/>
        </w:rPr>
        <w:tab/>
      </w:r>
      <w:r w:rsidR="00883E08" w:rsidRPr="0010335F">
        <w:rPr>
          <w:sz w:val="22"/>
          <w:szCs w:val="22"/>
        </w:rPr>
        <w:tab/>
      </w:r>
      <w:r w:rsidR="00883E08" w:rsidRPr="0010335F">
        <w:rPr>
          <w:sz w:val="22"/>
          <w:szCs w:val="22"/>
        </w:rPr>
        <w:tab/>
      </w:r>
    </w:p>
    <w:p w14:paraId="29DC6524" w14:textId="0D768582" w:rsidR="00604BF1" w:rsidRPr="0010335F" w:rsidRDefault="00000000" w:rsidP="00F56A00">
      <w:pPr>
        <w:pStyle w:val="Kiri"/>
        <w:jc w:val="both"/>
        <w:rPr>
          <w:color w:val="505050"/>
          <w:sz w:val="22"/>
          <w:szCs w:val="22"/>
          <w:shd w:val="clear" w:color="auto" w:fill="FFFFFF"/>
        </w:rPr>
      </w:pPr>
      <w:hyperlink r:id="rId10" w:history="1">
        <w:r w:rsidR="00846C7E" w:rsidRPr="0010335F">
          <w:rPr>
            <w:rStyle w:val="Hyperlink"/>
            <w:sz w:val="22"/>
            <w:szCs w:val="22"/>
            <w:shd w:val="clear" w:color="auto" w:fill="FFFFFF"/>
          </w:rPr>
          <w:t>riina@ikkagiinimesed.ee</w:t>
        </w:r>
      </w:hyperlink>
    </w:p>
    <w:p w14:paraId="11AFBD9A" w14:textId="77777777" w:rsidR="00846C7E" w:rsidRPr="0010335F" w:rsidRDefault="00846C7E" w:rsidP="00F56A00">
      <w:pPr>
        <w:pStyle w:val="Kiri"/>
        <w:jc w:val="both"/>
        <w:rPr>
          <w:sz w:val="22"/>
          <w:szCs w:val="22"/>
        </w:rPr>
      </w:pPr>
    </w:p>
    <w:bookmarkEnd w:id="0"/>
    <w:p w14:paraId="1166A22F" w14:textId="77777777" w:rsidR="00E72897" w:rsidRPr="0010335F" w:rsidRDefault="00E72897" w:rsidP="00732F4C">
      <w:pPr>
        <w:pStyle w:val="Pealkiri"/>
        <w:spacing w:before="0" w:line="360" w:lineRule="auto"/>
        <w:jc w:val="both"/>
        <w:rPr>
          <w:b/>
          <w:bCs/>
          <w:sz w:val="22"/>
          <w:szCs w:val="22"/>
        </w:rPr>
      </w:pPr>
    </w:p>
    <w:p w14:paraId="3F0C5083" w14:textId="7FE1B841" w:rsidR="00511010" w:rsidRPr="0010335F" w:rsidRDefault="00511010" w:rsidP="00732F4C">
      <w:pPr>
        <w:pStyle w:val="Pealkiri"/>
        <w:spacing w:before="0" w:line="360" w:lineRule="auto"/>
        <w:jc w:val="both"/>
        <w:rPr>
          <w:b/>
          <w:bCs/>
          <w:sz w:val="22"/>
          <w:szCs w:val="22"/>
        </w:rPr>
      </w:pPr>
      <w:r w:rsidRPr="0010335F">
        <w:rPr>
          <w:b/>
          <w:bCs/>
          <w:sz w:val="22"/>
          <w:szCs w:val="22"/>
        </w:rPr>
        <w:t xml:space="preserve">Vastus </w:t>
      </w:r>
      <w:r w:rsidR="004978F3" w:rsidRPr="0010335F">
        <w:rPr>
          <w:b/>
          <w:bCs/>
          <w:sz w:val="22"/>
          <w:szCs w:val="22"/>
        </w:rPr>
        <w:t>teabenõudele</w:t>
      </w:r>
    </w:p>
    <w:p w14:paraId="006B80C9" w14:textId="77777777" w:rsidR="004E0340" w:rsidRPr="0010335F" w:rsidRDefault="004E0340" w:rsidP="00B931EB">
      <w:pPr>
        <w:tabs>
          <w:tab w:val="left" w:pos="6379"/>
        </w:tabs>
        <w:spacing w:line="360" w:lineRule="auto"/>
        <w:jc w:val="both"/>
        <w:rPr>
          <w:rFonts w:ascii="Times New Roman" w:hAnsi="Times New Roman"/>
          <w:sz w:val="22"/>
          <w:szCs w:val="22"/>
          <w:lang w:val="et-EE"/>
        </w:rPr>
      </w:pPr>
    </w:p>
    <w:p w14:paraId="39F97333" w14:textId="705444BD" w:rsidR="00991E50" w:rsidRPr="0010335F" w:rsidRDefault="00511010" w:rsidP="00B931EB">
      <w:pPr>
        <w:tabs>
          <w:tab w:val="left" w:pos="6379"/>
        </w:tabs>
        <w:spacing w:line="360" w:lineRule="auto"/>
        <w:jc w:val="both"/>
        <w:rPr>
          <w:rFonts w:ascii="Times New Roman" w:hAnsi="Times New Roman"/>
          <w:sz w:val="22"/>
          <w:szCs w:val="22"/>
          <w:lang w:val="et-EE"/>
        </w:rPr>
      </w:pPr>
      <w:r w:rsidRPr="0010335F">
        <w:rPr>
          <w:rFonts w:ascii="Times New Roman" w:hAnsi="Times New Roman"/>
          <w:sz w:val="22"/>
          <w:szCs w:val="22"/>
          <w:lang w:val="et-EE"/>
        </w:rPr>
        <w:t xml:space="preserve">Lugupeetud </w:t>
      </w:r>
      <w:r w:rsidR="00A86C80" w:rsidRPr="0010335F">
        <w:rPr>
          <w:rFonts w:ascii="Times New Roman" w:hAnsi="Times New Roman"/>
          <w:sz w:val="22"/>
          <w:szCs w:val="22"/>
          <w:lang w:val="et-EE"/>
        </w:rPr>
        <w:t xml:space="preserve">Riina Kütt </w:t>
      </w:r>
    </w:p>
    <w:p w14:paraId="61EFF387" w14:textId="77777777" w:rsidR="007A37F2" w:rsidRPr="0010335F" w:rsidRDefault="007A37F2" w:rsidP="0010335F">
      <w:pPr>
        <w:tabs>
          <w:tab w:val="left" w:pos="6379"/>
        </w:tabs>
        <w:spacing w:line="360" w:lineRule="auto"/>
        <w:jc w:val="both"/>
        <w:rPr>
          <w:rFonts w:ascii="Times New Roman" w:hAnsi="Times New Roman"/>
          <w:sz w:val="22"/>
          <w:szCs w:val="22"/>
          <w:lang w:val="et-EE"/>
        </w:rPr>
      </w:pPr>
    </w:p>
    <w:p w14:paraId="315F3CD4" w14:textId="65B58B99" w:rsidR="001C0D38" w:rsidRDefault="00511C3C" w:rsidP="0010335F">
      <w:pPr>
        <w:tabs>
          <w:tab w:val="left" w:pos="6379"/>
        </w:tabs>
        <w:spacing w:line="360" w:lineRule="auto"/>
        <w:jc w:val="both"/>
        <w:rPr>
          <w:rFonts w:ascii="Times New Roman" w:hAnsi="Times New Roman"/>
          <w:sz w:val="22"/>
          <w:szCs w:val="22"/>
          <w:lang w:val="et-EE"/>
        </w:rPr>
      </w:pPr>
      <w:r w:rsidRPr="0010335F">
        <w:rPr>
          <w:rFonts w:ascii="Times New Roman" w:hAnsi="Times New Roman"/>
          <w:sz w:val="22"/>
          <w:szCs w:val="22"/>
          <w:lang w:val="et-EE"/>
        </w:rPr>
        <w:t xml:space="preserve">Tervisekassa teeb </w:t>
      </w:r>
      <w:r w:rsidR="00291F68" w:rsidRPr="0010335F">
        <w:rPr>
          <w:rFonts w:ascii="Times New Roman" w:hAnsi="Times New Roman"/>
          <w:sz w:val="22"/>
          <w:szCs w:val="22"/>
          <w:lang w:val="et-EE"/>
        </w:rPr>
        <w:t xml:space="preserve">Vaktsiinikahju taotluse osas otsuse vastavalt </w:t>
      </w:r>
      <w:r w:rsidR="007A37F2" w:rsidRPr="0010335F">
        <w:rPr>
          <w:rFonts w:ascii="Times New Roman" w:hAnsi="Times New Roman"/>
          <w:sz w:val="22"/>
          <w:szCs w:val="22"/>
          <w:lang w:val="et-EE"/>
        </w:rPr>
        <w:t>Ravimiameti antud hinnangule</w:t>
      </w:r>
      <w:r w:rsidR="00504F93" w:rsidRPr="0010335F">
        <w:rPr>
          <w:rFonts w:ascii="Times New Roman" w:hAnsi="Times New Roman"/>
          <w:sz w:val="22"/>
          <w:szCs w:val="22"/>
          <w:lang w:val="et-EE"/>
        </w:rPr>
        <w:t>. Vaktsineerimise ja tekkinud tervisekahjustuse (</w:t>
      </w:r>
      <w:r w:rsidR="00A4709C">
        <w:rPr>
          <w:rFonts w:ascii="Times New Roman" w:hAnsi="Times New Roman"/>
          <w:sz w:val="22"/>
          <w:szCs w:val="22"/>
          <w:lang w:val="et-EE"/>
        </w:rPr>
        <w:t xml:space="preserve">või </w:t>
      </w:r>
      <w:r w:rsidR="00504F93" w:rsidRPr="0010335F">
        <w:rPr>
          <w:rFonts w:ascii="Times New Roman" w:hAnsi="Times New Roman"/>
          <w:sz w:val="22"/>
          <w:szCs w:val="22"/>
          <w:lang w:val="et-EE"/>
        </w:rPr>
        <w:t>surma) osas</w:t>
      </w:r>
      <w:r w:rsidR="00A7366B" w:rsidRPr="0010335F">
        <w:rPr>
          <w:rFonts w:ascii="Times New Roman" w:hAnsi="Times New Roman"/>
          <w:sz w:val="22"/>
          <w:szCs w:val="22"/>
          <w:lang w:val="et-EE"/>
        </w:rPr>
        <w:t xml:space="preserve"> annab </w:t>
      </w:r>
      <w:r w:rsidR="001C13A5" w:rsidRPr="0010335F">
        <w:rPr>
          <w:rFonts w:ascii="Times New Roman" w:hAnsi="Times New Roman"/>
          <w:sz w:val="22"/>
          <w:szCs w:val="22"/>
          <w:lang w:val="et-EE"/>
        </w:rPr>
        <w:t>R</w:t>
      </w:r>
      <w:r w:rsidR="00A7366B" w:rsidRPr="0010335F">
        <w:rPr>
          <w:rFonts w:ascii="Times New Roman" w:hAnsi="Times New Roman"/>
          <w:sz w:val="22"/>
          <w:szCs w:val="22"/>
          <w:lang w:val="et-EE"/>
        </w:rPr>
        <w:t>avimiamet hinnangu</w:t>
      </w:r>
      <w:r w:rsidR="00504F93" w:rsidRPr="0010335F">
        <w:rPr>
          <w:rFonts w:ascii="Times New Roman" w:hAnsi="Times New Roman"/>
          <w:sz w:val="22"/>
          <w:szCs w:val="22"/>
          <w:lang w:val="et-EE"/>
        </w:rPr>
        <w:t xml:space="preserve"> </w:t>
      </w:r>
      <w:r w:rsidR="007A37F2" w:rsidRPr="0010335F">
        <w:rPr>
          <w:rFonts w:ascii="Times New Roman" w:hAnsi="Times New Roman"/>
          <w:sz w:val="22"/>
          <w:szCs w:val="22"/>
          <w:lang w:val="et-EE"/>
        </w:rPr>
        <w:t>tõenäolise põhjusliku seose, kindla põhjusliku seose või põhjusliku seose tõenäolise puudumise kohta</w:t>
      </w:r>
      <w:r w:rsidR="00F44C55" w:rsidRPr="0010335F">
        <w:rPr>
          <w:rFonts w:ascii="Times New Roman" w:hAnsi="Times New Roman"/>
          <w:sz w:val="22"/>
          <w:szCs w:val="22"/>
          <w:lang w:val="et-EE"/>
        </w:rPr>
        <w:t>.</w:t>
      </w:r>
    </w:p>
    <w:p w14:paraId="3C14F7D7" w14:textId="6AA0AECF" w:rsidR="00511C3C" w:rsidRPr="0010335F" w:rsidRDefault="00291F68" w:rsidP="0010335F">
      <w:pPr>
        <w:tabs>
          <w:tab w:val="left" w:pos="6379"/>
        </w:tabs>
        <w:spacing w:line="360" w:lineRule="auto"/>
        <w:jc w:val="both"/>
        <w:rPr>
          <w:rFonts w:ascii="Times New Roman" w:hAnsi="Times New Roman"/>
          <w:sz w:val="22"/>
          <w:szCs w:val="22"/>
          <w:lang w:val="et-EE"/>
        </w:rPr>
      </w:pPr>
      <w:r w:rsidRPr="0010335F">
        <w:rPr>
          <w:rFonts w:ascii="Times New Roman" w:hAnsi="Times New Roman"/>
          <w:sz w:val="22"/>
          <w:szCs w:val="22"/>
          <w:lang w:val="et-EE"/>
        </w:rPr>
        <w:tab/>
      </w:r>
    </w:p>
    <w:p w14:paraId="639C5556" w14:textId="3DFDB9A6" w:rsidR="0010335F" w:rsidRPr="0010335F" w:rsidRDefault="001C13A5" w:rsidP="0010335F">
      <w:pPr>
        <w:pStyle w:val="Kiri"/>
        <w:tabs>
          <w:tab w:val="left" w:pos="6379"/>
        </w:tabs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10335F">
        <w:rPr>
          <w:rFonts w:eastAsia="Calibri"/>
          <w:sz w:val="22"/>
          <w:szCs w:val="22"/>
          <w:lang w:eastAsia="en-US"/>
        </w:rPr>
        <w:t xml:space="preserve">Tervisekassa </w:t>
      </w:r>
      <w:r w:rsidR="00CB6848">
        <w:rPr>
          <w:rFonts w:eastAsia="Calibri"/>
          <w:sz w:val="22"/>
          <w:szCs w:val="22"/>
          <w:lang w:eastAsia="en-US"/>
        </w:rPr>
        <w:t>ei ole</w:t>
      </w:r>
      <w:r w:rsidR="00A4709C">
        <w:rPr>
          <w:rFonts w:eastAsia="Calibri"/>
          <w:sz w:val="22"/>
          <w:szCs w:val="22"/>
          <w:lang w:eastAsia="en-US"/>
        </w:rPr>
        <w:t xml:space="preserve"> </w:t>
      </w:r>
      <w:r w:rsidRPr="0010335F">
        <w:rPr>
          <w:rFonts w:eastAsia="Calibri"/>
          <w:sz w:val="22"/>
          <w:szCs w:val="22"/>
          <w:lang w:eastAsia="en-US"/>
        </w:rPr>
        <w:t xml:space="preserve">rahuldanud </w:t>
      </w:r>
      <w:r w:rsidR="00521E11" w:rsidRPr="0010335F">
        <w:rPr>
          <w:rFonts w:eastAsia="Calibri"/>
          <w:sz w:val="22"/>
          <w:szCs w:val="22"/>
          <w:lang w:eastAsia="en-US"/>
        </w:rPr>
        <w:t>üh</w:t>
      </w:r>
      <w:r w:rsidR="00CB6848">
        <w:rPr>
          <w:rFonts w:eastAsia="Calibri"/>
          <w:sz w:val="22"/>
          <w:szCs w:val="22"/>
          <w:lang w:eastAsia="en-US"/>
        </w:rPr>
        <w:t>tegi</w:t>
      </w:r>
      <w:r w:rsidR="00521E11" w:rsidRPr="0010335F">
        <w:rPr>
          <w:rFonts w:eastAsia="Calibri"/>
          <w:sz w:val="22"/>
          <w:szCs w:val="22"/>
          <w:lang w:eastAsia="en-US"/>
        </w:rPr>
        <w:t xml:space="preserve"> taotlus</w:t>
      </w:r>
      <w:r w:rsidR="00CB6848">
        <w:rPr>
          <w:rFonts w:eastAsia="Calibri"/>
          <w:sz w:val="22"/>
          <w:szCs w:val="22"/>
          <w:lang w:eastAsia="en-US"/>
        </w:rPr>
        <w:t>t</w:t>
      </w:r>
      <w:r w:rsidR="00521E11" w:rsidRPr="0010335F">
        <w:rPr>
          <w:rFonts w:eastAsia="Calibri"/>
          <w:sz w:val="22"/>
          <w:szCs w:val="22"/>
          <w:lang w:eastAsia="en-US"/>
        </w:rPr>
        <w:t xml:space="preserve">, millele </w:t>
      </w:r>
      <w:r w:rsidR="006D326E">
        <w:rPr>
          <w:rFonts w:eastAsia="Calibri"/>
          <w:sz w:val="22"/>
          <w:szCs w:val="22"/>
          <w:lang w:eastAsia="en-US"/>
        </w:rPr>
        <w:t>R</w:t>
      </w:r>
      <w:r w:rsidR="00521E11" w:rsidRPr="0010335F">
        <w:rPr>
          <w:rFonts w:eastAsia="Calibri"/>
          <w:sz w:val="22"/>
          <w:szCs w:val="22"/>
          <w:lang w:eastAsia="en-US"/>
        </w:rPr>
        <w:t>avimiamet</w:t>
      </w:r>
      <w:r w:rsidR="00917B9B">
        <w:rPr>
          <w:rFonts w:eastAsia="Calibri"/>
          <w:sz w:val="22"/>
          <w:szCs w:val="22"/>
          <w:lang w:eastAsia="en-US"/>
        </w:rPr>
        <w:t xml:space="preserve"> on andnud hinnanguks, et</w:t>
      </w:r>
      <w:r w:rsidR="00521E11" w:rsidRPr="0010335F">
        <w:rPr>
          <w:rFonts w:eastAsia="Calibri"/>
          <w:sz w:val="22"/>
          <w:szCs w:val="22"/>
          <w:lang w:eastAsia="en-US"/>
        </w:rPr>
        <w:t xml:space="preserve"> tõenäoli</w:t>
      </w:r>
      <w:r w:rsidR="00917B9B">
        <w:rPr>
          <w:rFonts w:eastAsia="Calibri"/>
          <w:sz w:val="22"/>
          <w:szCs w:val="22"/>
          <w:lang w:eastAsia="en-US"/>
        </w:rPr>
        <w:t>ne</w:t>
      </w:r>
      <w:r w:rsidR="00521E11" w:rsidRPr="0010335F">
        <w:rPr>
          <w:rFonts w:eastAsia="Calibri"/>
          <w:sz w:val="22"/>
          <w:szCs w:val="22"/>
          <w:lang w:eastAsia="en-US"/>
        </w:rPr>
        <w:t xml:space="preserve"> </w:t>
      </w:r>
      <w:r w:rsidR="00917B9B">
        <w:rPr>
          <w:rFonts w:eastAsia="Calibri"/>
          <w:sz w:val="22"/>
          <w:szCs w:val="22"/>
          <w:lang w:eastAsia="en-US"/>
        </w:rPr>
        <w:t>või</w:t>
      </w:r>
      <w:r w:rsidR="00521E11" w:rsidRPr="0010335F">
        <w:rPr>
          <w:rFonts w:eastAsia="Calibri"/>
          <w:sz w:val="22"/>
          <w:szCs w:val="22"/>
          <w:lang w:eastAsia="en-US"/>
        </w:rPr>
        <w:t xml:space="preserve"> kind</w:t>
      </w:r>
      <w:r w:rsidR="00917B9B">
        <w:rPr>
          <w:rFonts w:eastAsia="Calibri"/>
          <w:sz w:val="22"/>
          <w:szCs w:val="22"/>
          <w:lang w:eastAsia="en-US"/>
        </w:rPr>
        <w:t>el</w:t>
      </w:r>
      <w:r w:rsidR="00521E11" w:rsidRPr="0010335F">
        <w:rPr>
          <w:rFonts w:eastAsia="Calibri"/>
          <w:sz w:val="22"/>
          <w:szCs w:val="22"/>
          <w:lang w:eastAsia="en-US"/>
        </w:rPr>
        <w:t xml:space="preserve"> põhjuslik seos</w:t>
      </w:r>
      <w:r w:rsidR="00917B9B">
        <w:rPr>
          <w:rFonts w:eastAsia="Calibri"/>
          <w:sz w:val="22"/>
          <w:szCs w:val="22"/>
          <w:lang w:eastAsia="en-US"/>
        </w:rPr>
        <w:t xml:space="preserve"> puudub</w:t>
      </w:r>
      <w:r w:rsidR="00521E11" w:rsidRPr="0010335F">
        <w:rPr>
          <w:rFonts w:eastAsia="Calibri"/>
          <w:sz w:val="22"/>
          <w:szCs w:val="22"/>
          <w:lang w:eastAsia="en-US"/>
        </w:rPr>
        <w:t xml:space="preserve">. </w:t>
      </w:r>
    </w:p>
    <w:p w14:paraId="249E6EA9" w14:textId="7F82C052" w:rsidR="00291F68" w:rsidRPr="0010335F" w:rsidRDefault="00291F68" w:rsidP="00B931EB">
      <w:pPr>
        <w:tabs>
          <w:tab w:val="left" w:pos="6379"/>
        </w:tabs>
        <w:spacing w:line="360" w:lineRule="auto"/>
        <w:jc w:val="both"/>
        <w:rPr>
          <w:rFonts w:ascii="Times New Roman" w:hAnsi="Times New Roman"/>
          <w:sz w:val="22"/>
          <w:szCs w:val="22"/>
          <w:lang w:val="et-EE"/>
        </w:rPr>
      </w:pPr>
    </w:p>
    <w:p w14:paraId="13F71034" w14:textId="77777777" w:rsidR="00113501" w:rsidRPr="0010335F" w:rsidRDefault="00113501" w:rsidP="00113501">
      <w:pPr>
        <w:spacing w:line="360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et-EE"/>
        </w:rPr>
      </w:pPr>
    </w:p>
    <w:p w14:paraId="0A1E330A" w14:textId="77777777" w:rsidR="00A66975" w:rsidRPr="0010335F" w:rsidRDefault="00A66975" w:rsidP="00A66975">
      <w:pPr>
        <w:spacing w:line="360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et-EE"/>
        </w:rPr>
      </w:pPr>
      <w:r w:rsidRPr="0010335F">
        <w:rPr>
          <w:rFonts w:ascii="Times New Roman" w:hAnsi="Times New Roman"/>
          <w:color w:val="000000" w:themeColor="text1"/>
          <w:sz w:val="22"/>
          <w:szCs w:val="22"/>
          <w:lang w:val="et-EE"/>
        </w:rPr>
        <w:t>(allkirjastatud digitaalselt)</w:t>
      </w:r>
    </w:p>
    <w:p w14:paraId="7584FE56" w14:textId="77777777" w:rsidR="00A66975" w:rsidRPr="0010335F" w:rsidRDefault="00A66975" w:rsidP="006D0484">
      <w:pPr>
        <w:spacing w:line="360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et-EE"/>
        </w:rPr>
      </w:pPr>
    </w:p>
    <w:p w14:paraId="3ED997AB" w14:textId="25054DA9" w:rsidR="006D0484" w:rsidRPr="0010335F" w:rsidRDefault="00930AE7" w:rsidP="006D0484">
      <w:pPr>
        <w:spacing w:line="360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et-EE"/>
        </w:rPr>
      </w:pPr>
      <w:r w:rsidRPr="0010335F">
        <w:rPr>
          <w:rFonts w:ascii="Times New Roman" w:hAnsi="Times New Roman"/>
          <w:color w:val="000000" w:themeColor="text1"/>
          <w:sz w:val="22"/>
          <w:szCs w:val="22"/>
          <w:lang w:val="et-EE"/>
        </w:rPr>
        <w:t>Reili Kaber</w:t>
      </w:r>
    </w:p>
    <w:p w14:paraId="0DC83A34" w14:textId="77777777" w:rsidR="00930AE7" w:rsidRPr="0010335F" w:rsidRDefault="00930AE7" w:rsidP="006D0484">
      <w:pPr>
        <w:spacing w:line="360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et-EE"/>
        </w:rPr>
      </w:pPr>
      <w:r w:rsidRPr="0010335F">
        <w:rPr>
          <w:rFonts w:ascii="Times New Roman" w:hAnsi="Times New Roman"/>
          <w:color w:val="000000" w:themeColor="text1"/>
          <w:sz w:val="22"/>
          <w:szCs w:val="22"/>
          <w:lang w:val="et-EE"/>
        </w:rPr>
        <w:t>Finantsosakond</w:t>
      </w:r>
    </w:p>
    <w:p w14:paraId="3B911945" w14:textId="1500D26D" w:rsidR="00901528" w:rsidRPr="0010335F" w:rsidRDefault="00930AE7" w:rsidP="006D0484">
      <w:pPr>
        <w:spacing w:line="360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et-EE"/>
        </w:rPr>
      </w:pPr>
      <w:r w:rsidRPr="0010335F">
        <w:rPr>
          <w:rFonts w:ascii="Times New Roman" w:hAnsi="Times New Roman"/>
          <w:color w:val="000000" w:themeColor="text1"/>
          <w:sz w:val="22"/>
          <w:szCs w:val="22"/>
          <w:lang w:val="et-EE"/>
        </w:rPr>
        <w:t xml:space="preserve">projektijuht </w:t>
      </w:r>
    </w:p>
    <w:p w14:paraId="6F5FC3FA" w14:textId="77777777" w:rsidR="00901528" w:rsidRPr="0010335F" w:rsidRDefault="00901528" w:rsidP="00732F4C">
      <w:pPr>
        <w:spacing w:line="360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et-EE"/>
        </w:rPr>
      </w:pPr>
    </w:p>
    <w:sectPr w:rsidR="00901528" w:rsidRPr="0010335F" w:rsidSect="001F5147">
      <w:headerReference w:type="first" r:id="rId11"/>
      <w:footerReference w:type="first" r:id="rId12"/>
      <w:pgSz w:w="11900" w:h="16840"/>
      <w:pgMar w:top="1701" w:right="851" w:bottom="680" w:left="900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B7211" w14:textId="77777777" w:rsidR="00F62E78" w:rsidRDefault="00F62E78" w:rsidP="00DD298F">
      <w:r>
        <w:separator/>
      </w:r>
    </w:p>
  </w:endnote>
  <w:endnote w:type="continuationSeparator" w:id="0">
    <w:p w14:paraId="1C04A101" w14:textId="77777777" w:rsidR="00F62E78" w:rsidRDefault="00F62E78" w:rsidP="00DD298F">
      <w:r>
        <w:continuationSeparator/>
      </w:r>
    </w:p>
  </w:endnote>
  <w:endnote w:type="continuationNotice" w:id="1">
    <w:p w14:paraId="6236B4A3" w14:textId="77777777" w:rsidR="00F62E78" w:rsidRDefault="00F62E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79ACB" w14:textId="6395CB7A" w:rsidR="00084BBC" w:rsidRDefault="007356FF">
    <w:pPr>
      <w:pStyle w:val="Foot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04ABFFA9" wp14:editId="266F1F73">
          <wp:simplePos x="0" y="0"/>
          <wp:positionH relativeFrom="page">
            <wp:align>left</wp:align>
          </wp:positionH>
          <wp:positionV relativeFrom="paragraph">
            <wp:posOffset>-1067485</wp:posOffset>
          </wp:positionV>
          <wp:extent cx="7564970" cy="1689800"/>
          <wp:effectExtent l="0" t="0" r="0" b="5715"/>
          <wp:wrapNone/>
          <wp:docPr id="1949780594" name="Picture 1949780594" descr="Shape,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, rectang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970" cy="1689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1FE64" w14:textId="77777777" w:rsidR="00F62E78" w:rsidRDefault="00F62E78" w:rsidP="00DD298F">
      <w:r>
        <w:separator/>
      </w:r>
    </w:p>
  </w:footnote>
  <w:footnote w:type="continuationSeparator" w:id="0">
    <w:p w14:paraId="355B155C" w14:textId="77777777" w:rsidR="00F62E78" w:rsidRDefault="00F62E78" w:rsidP="00DD298F">
      <w:r>
        <w:continuationSeparator/>
      </w:r>
    </w:p>
  </w:footnote>
  <w:footnote w:type="continuationNotice" w:id="1">
    <w:p w14:paraId="328DD775" w14:textId="77777777" w:rsidR="00F62E78" w:rsidRDefault="00F62E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54F32" w14:textId="75325838" w:rsidR="005234D3" w:rsidRDefault="00B10C17">
    <w:pPr>
      <w:pStyle w:val="Header"/>
    </w:pPr>
    <w:r w:rsidRPr="009860C0">
      <w:rPr>
        <w:noProof/>
      </w:rPr>
      <w:drawing>
        <wp:anchor distT="0" distB="0" distL="114300" distR="114300" simplePos="0" relativeHeight="251658240" behindDoc="0" locked="0" layoutInCell="1" allowOverlap="1" wp14:anchorId="5E9A8708" wp14:editId="51FC122A">
          <wp:simplePos x="0" y="0"/>
          <wp:positionH relativeFrom="page">
            <wp:align>center</wp:align>
          </wp:positionH>
          <wp:positionV relativeFrom="page">
            <wp:posOffset>156949</wp:posOffset>
          </wp:positionV>
          <wp:extent cx="7068725" cy="1175064"/>
          <wp:effectExtent l="0" t="0" r="0" b="6350"/>
          <wp:wrapSquare wrapText="bothSides"/>
          <wp:docPr id="1410126202" name="Picture 14101262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8725" cy="1175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47269"/>
    <w:multiLevelType w:val="multilevel"/>
    <w:tmpl w:val="097072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14439E4"/>
    <w:multiLevelType w:val="multilevel"/>
    <w:tmpl w:val="22823A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BDC2ED3"/>
    <w:multiLevelType w:val="hybridMultilevel"/>
    <w:tmpl w:val="4894E4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130025">
    <w:abstractNumId w:val="1"/>
  </w:num>
  <w:num w:numId="2" w16cid:durableId="745961604">
    <w:abstractNumId w:val="0"/>
  </w:num>
  <w:num w:numId="3" w16cid:durableId="206183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87F"/>
    <w:rsid w:val="000055FC"/>
    <w:rsid w:val="00005925"/>
    <w:rsid w:val="00005F9C"/>
    <w:rsid w:val="00006E7B"/>
    <w:rsid w:val="0001315E"/>
    <w:rsid w:val="0001462F"/>
    <w:rsid w:val="00014B42"/>
    <w:rsid w:val="00015B0D"/>
    <w:rsid w:val="0002263B"/>
    <w:rsid w:val="000231FC"/>
    <w:rsid w:val="00026390"/>
    <w:rsid w:val="00030551"/>
    <w:rsid w:val="00033065"/>
    <w:rsid w:val="00036A3F"/>
    <w:rsid w:val="0004100E"/>
    <w:rsid w:val="0004509B"/>
    <w:rsid w:val="000452C9"/>
    <w:rsid w:val="00054110"/>
    <w:rsid w:val="000543EF"/>
    <w:rsid w:val="00054F7F"/>
    <w:rsid w:val="0005503D"/>
    <w:rsid w:val="00055890"/>
    <w:rsid w:val="00055977"/>
    <w:rsid w:val="00060695"/>
    <w:rsid w:val="00060B4D"/>
    <w:rsid w:val="000659A1"/>
    <w:rsid w:val="00071F1E"/>
    <w:rsid w:val="000739F1"/>
    <w:rsid w:val="000813B3"/>
    <w:rsid w:val="00084BBC"/>
    <w:rsid w:val="00092AEB"/>
    <w:rsid w:val="00093687"/>
    <w:rsid w:val="000949ED"/>
    <w:rsid w:val="00096C6D"/>
    <w:rsid w:val="00097DEF"/>
    <w:rsid w:val="000A025A"/>
    <w:rsid w:val="000A0EC6"/>
    <w:rsid w:val="000B3653"/>
    <w:rsid w:val="000B6DCD"/>
    <w:rsid w:val="000B767F"/>
    <w:rsid w:val="000C257A"/>
    <w:rsid w:val="000C5849"/>
    <w:rsid w:val="000D10BB"/>
    <w:rsid w:val="000D67CA"/>
    <w:rsid w:val="000E3439"/>
    <w:rsid w:val="000E4B96"/>
    <w:rsid w:val="000E4C49"/>
    <w:rsid w:val="000F1279"/>
    <w:rsid w:val="000F6ECC"/>
    <w:rsid w:val="00100C63"/>
    <w:rsid w:val="0010335F"/>
    <w:rsid w:val="001042EA"/>
    <w:rsid w:val="00111FBD"/>
    <w:rsid w:val="00113501"/>
    <w:rsid w:val="001135BB"/>
    <w:rsid w:val="0011456B"/>
    <w:rsid w:val="00120191"/>
    <w:rsid w:val="001216DF"/>
    <w:rsid w:val="00124C3B"/>
    <w:rsid w:val="001341BA"/>
    <w:rsid w:val="00135E9F"/>
    <w:rsid w:val="00137065"/>
    <w:rsid w:val="00137776"/>
    <w:rsid w:val="00145FA4"/>
    <w:rsid w:val="001622DD"/>
    <w:rsid w:val="001662D3"/>
    <w:rsid w:val="00173B26"/>
    <w:rsid w:val="00175590"/>
    <w:rsid w:val="00175F59"/>
    <w:rsid w:val="0017731B"/>
    <w:rsid w:val="00177384"/>
    <w:rsid w:val="001805A0"/>
    <w:rsid w:val="00184CD7"/>
    <w:rsid w:val="00187B5C"/>
    <w:rsid w:val="0019268B"/>
    <w:rsid w:val="00194AF7"/>
    <w:rsid w:val="0019559A"/>
    <w:rsid w:val="001A0623"/>
    <w:rsid w:val="001A0CB7"/>
    <w:rsid w:val="001B19CA"/>
    <w:rsid w:val="001B4CD6"/>
    <w:rsid w:val="001C0C58"/>
    <w:rsid w:val="001C0D38"/>
    <w:rsid w:val="001C0DD2"/>
    <w:rsid w:val="001C13A5"/>
    <w:rsid w:val="001C3D39"/>
    <w:rsid w:val="001C3DA1"/>
    <w:rsid w:val="001C4102"/>
    <w:rsid w:val="001E0D33"/>
    <w:rsid w:val="001E1201"/>
    <w:rsid w:val="001E7449"/>
    <w:rsid w:val="001F10F5"/>
    <w:rsid w:val="001F1909"/>
    <w:rsid w:val="001F2C00"/>
    <w:rsid w:val="001F3042"/>
    <w:rsid w:val="001F5147"/>
    <w:rsid w:val="00202BCB"/>
    <w:rsid w:val="0020347B"/>
    <w:rsid w:val="00206A96"/>
    <w:rsid w:val="00207D0C"/>
    <w:rsid w:val="00210687"/>
    <w:rsid w:val="00215E7F"/>
    <w:rsid w:val="0021687F"/>
    <w:rsid w:val="0023507E"/>
    <w:rsid w:val="00244DAA"/>
    <w:rsid w:val="002467E5"/>
    <w:rsid w:val="00247F89"/>
    <w:rsid w:val="00253E7E"/>
    <w:rsid w:val="002638BB"/>
    <w:rsid w:val="00263A8F"/>
    <w:rsid w:val="00265123"/>
    <w:rsid w:val="00265F77"/>
    <w:rsid w:val="00272744"/>
    <w:rsid w:val="0027337B"/>
    <w:rsid w:val="00280F7C"/>
    <w:rsid w:val="00283693"/>
    <w:rsid w:val="00291F68"/>
    <w:rsid w:val="00297207"/>
    <w:rsid w:val="002A0694"/>
    <w:rsid w:val="002A16D4"/>
    <w:rsid w:val="002A2DAD"/>
    <w:rsid w:val="002A3AD0"/>
    <w:rsid w:val="002A6340"/>
    <w:rsid w:val="002A69DD"/>
    <w:rsid w:val="002B1727"/>
    <w:rsid w:val="002B1D7E"/>
    <w:rsid w:val="002B2EF0"/>
    <w:rsid w:val="002B6487"/>
    <w:rsid w:val="002B67B9"/>
    <w:rsid w:val="002C2157"/>
    <w:rsid w:val="002D140D"/>
    <w:rsid w:val="002D165D"/>
    <w:rsid w:val="002D1B00"/>
    <w:rsid w:val="002D2B48"/>
    <w:rsid w:val="002D48A9"/>
    <w:rsid w:val="002D5B33"/>
    <w:rsid w:val="002E4BA3"/>
    <w:rsid w:val="002F7FB6"/>
    <w:rsid w:val="00300D60"/>
    <w:rsid w:val="00301594"/>
    <w:rsid w:val="00310C31"/>
    <w:rsid w:val="00314EF5"/>
    <w:rsid w:val="00315723"/>
    <w:rsid w:val="00316933"/>
    <w:rsid w:val="003173C7"/>
    <w:rsid w:val="00323631"/>
    <w:rsid w:val="00325777"/>
    <w:rsid w:val="0032725F"/>
    <w:rsid w:val="00330542"/>
    <w:rsid w:val="00331F36"/>
    <w:rsid w:val="00333E44"/>
    <w:rsid w:val="00337725"/>
    <w:rsid w:val="0034261D"/>
    <w:rsid w:val="00346049"/>
    <w:rsid w:val="0035044D"/>
    <w:rsid w:val="00350725"/>
    <w:rsid w:val="003539CA"/>
    <w:rsid w:val="00360DDA"/>
    <w:rsid w:val="0036325B"/>
    <w:rsid w:val="003704D6"/>
    <w:rsid w:val="00372468"/>
    <w:rsid w:val="00383118"/>
    <w:rsid w:val="00383D75"/>
    <w:rsid w:val="00385519"/>
    <w:rsid w:val="00385951"/>
    <w:rsid w:val="00387EAE"/>
    <w:rsid w:val="00395E62"/>
    <w:rsid w:val="003A207A"/>
    <w:rsid w:val="003A3C79"/>
    <w:rsid w:val="003B1678"/>
    <w:rsid w:val="003B1A63"/>
    <w:rsid w:val="003B2223"/>
    <w:rsid w:val="003B2629"/>
    <w:rsid w:val="003B5163"/>
    <w:rsid w:val="003C0898"/>
    <w:rsid w:val="003C42CC"/>
    <w:rsid w:val="003C6BE6"/>
    <w:rsid w:val="003C7F77"/>
    <w:rsid w:val="003D5134"/>
    <w:rsid w:val="003D6E44"/>
    <w:rsid w:val="003D6EAA"/>
    <w:rsid w:val="003E1716"/>
    <w:rsid w:val="003E6B19"/>
    <w:rsid w:val="00402F89"/>
    <w:rsid w:val="004033FD"/>
    <w:rsid w:val="0041185F"/>
    <w:rsid w:val="00413682"/>
    <w:rsid w:val="00413FC8"/>
    <w:rsid w:val="00416900"/>
    <w:rsid w:val="0042238E"/>
    <w:rsid w:val="00424830"/>
    <w:rsid w:val="0042522C"/>
    <w:rsid w:val="00433070"/>
    <w:rsid w:val="00435947"/>
    <w:rsid w:val="004361AF"/>
    <w:rsid w:val="00437105"/>
    <w:rsid w:val="00437F18"/>
    <w:rsid w:val="00450C7A"/>
    <w:rsid w:val="00453360"/>
    <w:rsid w:val="00453585"/>
    <w:rsid w:val="00455BE2"/>
    <w:rsid w:val="00462142"/>
    <w:rsid w:val="0046264F"/>
    <w:rsid w:val="00467DE0"/>
    <w:rsid w:val="00472807"/>
    <w:rsid w:val="00472BBC"/>
    <w:rsid w:val="00474ABA"/>
    <w:rsid w:val="0047511B"/>
    <w:rsid w:val="0048073C"/>
    <w:rsid w:val="00480BDD"/>
    <w:rsid w:val="00480CED"/>
    <w:rsid w:val="00482EB0"/>
    <w:rsid w:val="00483F18"/>
    <w:rsid w:val="0048419D"/>
    <w:rsid w:val="0048460A"/>
    <w:rsid w:val="0048596D"/>
    <w:rsid w:val="00487A25"/>
    <w:rsid w:val="004906E4"/>
    <w:rsid w:val="00494092"/>
    <w:rsid w:val="004942EA"/>
    <w:rsid w:val="004978F3"/>
    <w:rsid w:val="00497D4A"/>
    <w:rsid w:val="004A3A04"/>
    <w:rsid w:val="004A3BEC"/>
    <w:rsid w:val="004A451B"/>
    <w:rsid w:val="004B0DA1"/>
    <w:rsid w:val="004B2AED"/>
    <w:rsid w:val="004B3DBA"/>
    <w:rsid w:val="004C125D"/>
    <w:rsid w:val="004C294C"/>
    <w:rsid w:val="004C2BDF"/>
    <w:rsid w:val="004C3B27"/>
    <w:rsid w:val="004D2834"/>
    <w:rsid w:val="004D640D"/>
    <w:rsid w:val="004D72C0"/>
    <w:rsid w:val="004E0340"/>
    <w:rsid w:val="004E1505"/>
    <w:rsid w:val="004E7C70"/>
    <w:rsid w:val="004F0E68"/>
    <w:rsid w:val="004F6209"/>
    <w:rsid w:val="005027D2"/>
    <w:rsid w:val="00504F93"/>
    <w:rsid w:val="00506577"/>
    <w:rsid w:val="00507A75"/>
    <w:rsid w:val="00511010"/>
    <w:rsid w:val="0051172C"/>
    <w:rsid w:val="00511C3C"/>
    <w:rsid w:val="00521E11"/>
    <w:rsid w:val="005234D3"/>
    <w:rsid w:val="005266B1"/>
    <w:rsid w:val="00531441"/>
    <w:rsid w:val="0053245C"/>
    <w:rsid w:val="00533DD8"/>
    <w:rsid w:val="005347FC"/>
    <w:rsid w:val="00537625"/>
    <w:rsid w:val="00541B3A"/>
    <w:rsid w:val="00542A51"/>
    <w:rsid w:val="00547E7A"/>
    <w:rsid w:val="00550651"/>
    <w:rsid w:val="00554C58"/>
    <w:rsid w:val="0056350A"/>
    <w:rsid w:val="0056379A"/>
    <w:rsid w:val="005672D1"/>
    <w:rsid w:val="0056788E"/>
    <w:rsid w:val="0057231C"/>
    <w:rsid w:val="00576B5A"/>
    <w:rsid w:val="00582D64"/>
    <w:rsid w:val="00586A32"/>
    <w:rsid w:val="00587DF1"/>
    <w:rsid w:val="0059314F"/>
    <w:rsid w:val="005A0D89"/>
    <w:rsid w:val="005B0640"/>
    <w:rsid w:val="005B0DE0"/>
    <w:rsid w:val="005B3100"/>
    <w:rsid w:val="005B5BB9"/>
    <w:rsid w:val="005B73E0"/>
    <w:rsid w:val="005C1359"/>
    <w:rsid w:val="005C151A"/>
    <w:rsid w:val="005C336F"/>
    <w:rsid w:val="005C3422"/>
    <w:rsid w:val="005C41D7"/>
    <w:rsid w:val="005C582F"/>
    <w:rsid w:val="005E05EB"/>
    <w:rsid w:val="005E2B35"/>
    <w:rsid w:val="005E648B"/>
    <w:rsid w:val="005E7ABB"/>
    <w:rsid w:val="005F0EF9"/>
    <w:rsid w:val="005F3921"/>
    <w:rsid w:val="005F538E"/>
    <w:rsid w:val="005F59B1"/>
    <w:rsid w:val="00603F18"/>
    <w:rsid w:val="00604BF1"/>
    <w:rsid w:val="00624789"/>
    <w:rsid w:val="00627021"/>
    <w:rsid w:val="00627907"/>
    <w:rsid w:val="00630673"/>
    <w:rsid w:val="00631CBF"/>
    <w:rsid w:val="006334C3"/>
    <w:rsid w:val="006448FA"/>
    <w:rsid w:val="00654157"/>
    <w:rsid w:val="00661EFC"/>
    <w:rsid w:val="006627F9"/>
    <w:rsid w:val="00662DBB"/>
    <w:rsid w:val="00665522"/>
    <w:rsid w:val="006657DE"/>
    <w:rsid w:val="00665D78"/>
    <w:rsid w:val="00671CDB"/>
    <w:rsid w:val="00672724"/>
    <w:rsid w:val="00677676"/>
    <w:rsid w:val="00685DB6"/>
    <w:rsid w:val="00686FBA"/>
    <w:rsid w:val="006947A7"/>
    <w:rsid w:val="006952B6"/>
    <w:rsid w:val="00695442"/>
    <w:rsid w:val="006973F5"/>
    <w:rsid w:val="006974E1"/>
    <w:rsid w:val="006A0D46"/>
    <w:rsid w:val="006A17CB"/>
    <w:rsid w:val="006B0187"/>
    <w:rsid w:val="006B0FE8"/>
    <w:rsid w:val="006B1B04"/>
    <w:rsid w:val="006B2CEA"/>
    <w:rsid w:val="006C1E55"/>
    <w:rsid w:val="006C2201"/>
    <w:rsid w:val="006C4A94"/>
    <w:rsid w:val="006C5059"/>
    <w:rsid w:val="006D0484"/>
    <w:rsid w:val="006D11F9"/>
    <w:rsid w:val="006D1B35"/>
    <w:rsid w:val="006D326E"/>
    <w:rsid w:val="006D450A"/>
    <w:rsid w:val="006D5685"/>
    <w:rsid w:val="006F02BE"/>
    <w:rsid w:val="006F3157"/>
    <w:rsid w:val="006F5059"/>
    <w:rsid w:val="00703ABC"/>
    <w:rsid w:val="00706E99"/>
    <w:rsid w:val="00721866"/>
    <w:rsid w:val="00721AE2"/>
    <w:rsid w:val="00723165"/>
    <w:rsid w:val="00723374"/>
    <w:rsid w:val="0072393A"/>
    <w:rsid w:val="00723FA1"/>
    <w:rsid w:val="00731E4F"/>
    <w:rsid w:val="00732DBD"/>
    <w:rsid w:val="00732F4C"/>
    <w:rsid w:val="0073460B"/>
    <w:rsid w:val="007356FF"/>
    <w:rsid w:val="0073609B"/>
    <w:rsid w:val="007366E1"/>
    <w:rsid w:val="00737844"/>
    <w:rsid w:val="007417CC"/>
    <w:rsid w:val="007420F2"/>
    <w:rsid w:val="00744930"/>
    <w:rsid w:val="0074555C"/>
    <w:rsid w:val="00750FF0"/>
    <w:rsid w:val="00775AA9"/>
    <w:rsid w:val="00780898"/>
    <w:rsid w:val="00781EF4"/>
    <w:rsid w:val="00784DDD"/>
    <w:rsid w:val="007852BC"/>
    <w:rsid w:val="00785396"/>
    <w:rsid w:val="00792797"/>
    <w:rsid w:val="007940DE"/>
    <w:rsid w:val="0079622A"/>
    <w:rsid w:val="007A1C9B"/>
    <w:rsid w:val="007A1D43"/>
    <w:rsid w:val="007A276A"/>
    <w:rsid w:val="007A37F2"/>
    <w:rsid w:val="007B099E"/>
    <w:rsid w:val="007B2106"/>
    <w:rsid w:val="007B253C"/>
    <w:rsid w:val="007B496E"/>
    <w:rsid w:val="007B76BE"/>
    <w:rsid w:val="007B7D47"/>
    <w:rsid w:val="007C01D6"/>
    <w:rsid w:val="007C38D5"/>
    <w:rsid w:val="007C6781"/>
    <w:rsid w:val="007D40EF"/>
    <w:rsid w:val="007D49F8"/>
    <w:rsid w:val="007D5B2C"/>
    <w:rsid w:val="007E349D"/>
    <w:rsid w:val="007E6797"/>
    <w:rsid w:val="007F0B3E"/>
    <w:rsid w:val="007F1DF9"/>
    <w:rsid w:val="007F5407"/>
    <w:rsid w:val="007F7FBB"/>
    <w:rsid w:val="00803808"/>
    <w:rsid w:val="00805145"/>
    <w:rsid w:val="00811247"/>
    <w:rsid w:val="00815A82"/>
    <w:rsid w:val="008218DA"/>
    <w:rsid w:val="00821B52"/>
    <w:rsid w:val="008231D4"/>
    <w:rsid w:val="00823F26"/>
    <w:rsid w:val="00823F79"/>
    <w:rsid w:val="0083300A"/>
    <w:rsid w:val="00834465"/>
    <w:rsid w:val="00834BEC"/>
    <w:rsid w:val="008409B2"/>
    <w:rsid w:val="0084187E"/>
    <w:rsid w:val="00846C7E"/>
    <w:rsid w:val="00851C87"/>
    <w:rsid w:val="0085440F"/>
    <w:rsid w:val="00863E1A"/>
    <w:rsid w:val="00866D0A"/>
    <w:rsid w:val="00870989"/>
    <w:rsid w:val="00874DDE"/>
    <w:rsid w:val="00876232"/>
    <w:rsid w:val="00877272"/>
    <w:rsid w:val="0087763B"/>
    <w:rsid w:val="00882838"/>
    <w:rsid w:val="00883E08"/>
    <w:rsid w:val="00891A06"/>
    <w:rsid w:val="00891DE2"/>
    <w:rsid w:val="00895045"/>
    <w:rsid w:val="00896BB9"/>
    <w:rsid w:val="00897DA0"/>
    <w:rsid w:val="008A1C24"/>
    <w:rsid w:val="008A4E84"/>
    <w:rsid w:val="008A6239"/>
    <w:rsid w:val="008B10D1"/>
    <w:rsid w:val="008B1EED"/>
    <w:rsid w:val="008B6360"/>
    <w:rsid w:val="008D141F"/>
    <w:rsid w:val="008D1F86"/>
    <w:rsid w:val="008E27B9"/>
    <w:rsid w:val="008E329D"/>
    <w:rsid w:val="008E35C1"/>
    <w:rsid w:val="008E4B1C"/>
    <w:rsid w:val="008E60EE"/>
    <w:rsid w:val="008E6A8F"/>
    <w:rsid w:val="008E77C7"/>
    <w:rsid w:val="008E791A"/>
    <w:rsid w:val="00900176"/>
    <w:rsid w:val="00901528"/>
    <w:rsid w:val="009027A8"/>
    <w:rsid w:val="009047AF"/>
    <w:rsid w:val="00904AC2"/>
    <w:rsid w:val="00910627"/>
    <w:rsid w:val="00912722"/>
    <w:rsid w:val="00915755"/>
    <w:rsid w:val="00917B9B"/>
    <w:rsid w:val="00920078"/>
    <w:rsid w:val="00924715"/>
    <w:rsid w:val="00926FC7"/>
    <w:rsid w:val="00927186"/>
    <w:rsid w:val="00930AE7"/>
    <w:rsid w:val="0093249E"/>
    <w:rsid w:val="00937177"/>
    <w:rsid w:val="00937C6C"/>
    <w:rsid w:val="00942CBD"/>
    <w:rsid w:val="0094337E"/>
    <w:rsid w:val="00947623"/>
    <w:rsid w:val="00951956"/>
    <w:rsid w:val="00954B78"/>
    <w:rsid w:val="0095679A"/>
    <w:rsid w:val="00957847"/>
    <w:rsid w:val="0096002D"/>
    <w:rsid w:val="00962A33"/>
    <w:rsid w:val="00964BE8"/>
    <w:rsid w:val="00966927"/>
    <w:rsid w:val="009706FB"/>
    <w:rsid w:val="009726C5"/>
    <w:rsid w:val="009736AE"/>
    <w:rsid w:val="0097387B"/>
    <w:rsid w:val="0097541C"/>
    <w:rsid w:val="00982023"/>
    <w:rsid w:val="00982805"/>
    <w:rsid w:val="00983277"/>
    <w:rsid w:val="00984A72"/>
    <w:rsid w:val="009860C0"/>
    <w:rsid w:val="009916E9"/>
    <w:rsid w:val="00991E50"/>
    <w:rsid w:val="009A0D4A"/>
    <w:rsid w:val="009A2804"/>
    <w:rsid w:val="009A7EB8"/>
    <w:rsid w:val="009B1BBC"/>
    <w:rsid w:val="009B6FC7"/>
    <w:rsid w:val="009C137D"/>
    <w:rsid w:val="009C3CC7"/>
    <w:rsid w:val="009C540A"/>
    <w:rsid w:val="009C6ABA"/>
    <w:rsid w:val="009D278D"/>
    <w:rsid w:val="009D3FFF"/>
    <w:rsid w:val="009D7DF6"/>
    <w:rsid w:val="009E16CE"/>
    <w:rsid w:val="009E4D23"/>
    <w:rsid w:val="009F2D0B"/>
    <w:rsid w:val="009F3086"/>
    <w:rsid w:val="009F446A"/>
    <w:rsid w:val="009F7524"/>
    <w:rsid w:val="00A00A90"/>
    <w:rsid w:val="00A023D7"/>
    <w:rsid w:val="00A03A6D"/>
    <w:rsid w:val="00A11D2E"/>
    <w:rsid w:val="00A22DDB"/>
    <w:rsid w:val="00A27599"/>
    <w:rsid w:val="00A31FE3"/>
    <w:rsid w:val="00A3279C"/>
    <w:rsid w:val="00A343CF"/>
    <w:rsid w:val="00A35B1E"/>
    <w:rsid w:val="00A44F62"/>
    <w:rsid w:val="00A4709C"/>
    <w:rsid w:val="00A471EC"/>
    <w:rsid w:val="00A478DF"/>
    <w:rsid w:val="00A47E3E"/>
    <w:rsid w:val="00A505F6"/>
    <w:rsid w:val="00A54567"/>
    <w:rsid w:val="00A55C03"/>
    <w:rsid w:val="00A55F5B"/>
    <w:rsid w:val="00A653C5"/>
    <w:rsid w:val="00A66975"/>
    <w:rsid w:val="00A7366B"/>
    <w:rsid w:val="00A73B94"/>
    <w:rsid w:val="00A756A0"/>
    <w:rsid w:val="00A758CD"/>
    <w:rsid w:val="00A76174"/>
    <w:rsid w:val="00A7700F"/>
    <w:rsid w:val="00A7713A"/>
    <w:rsid w:val="00A81636"/>
    <w:rsid w:val="00A848F2"/>
    <w:rsid w:val="00A86C80"/>
    <w:rsid w:val="00A90E36"/>
    <w:rsid w:val="00A94CF6"/>
    <w:rsid w:val="00AA31F0"/>
    <w:rsid w:val="00AA53FF"/>
    <w:rsid w:val="00AA5D21"/>
    <w:rsid w:val="00AB0790"/>
    <w:rsid w:val="00AB080B"/>
    <w:rsid w:val="00AB2FE7"/>
    <w:rsid w:val="00AB7ACC"/>
    <w:rsid w:val="00AD2077"/>
    <w:rsid w:val="00AD2779"/>
    <w:rsid w:val="00AD3723"/>
    <w:rsid w:val="00AD3F77"/>
    <w:rsid w:val="00AD4FF3"/>
    <w:rsid w:val="00AD52B5"/>
    <w:rsid w:val="00AD78EF"/>
    <w:rsid w:val="00AE0743"/>
    <w:rsid w:val="00AE0ABA"/>
    <w:rsid w:val="00AE4967"/>
    <w:rsid w:val="00AE4B6C"/>
    <w:rsid w:val="00AE6BF8"/>
    <w:rsid w:val="00AE7878"/>
    <w:rsid w:val="00AF2F70"/>
    <w:rsid w:val="00AF6409"/>
    <w:rsid w:val="00B044AD"/>
    <w:rsid w:val="00B10C17"/>
    <w:rsid w:val="00B1190C"/>
    <w:rsid w:val="00B15BE0"/>
    <w:rsid w:val="00B16896"/>
    <w:rsid w:val="00B30C25"/>
    <w:rsid w:val="00B326E7"/>
    <w:rsid w:val="00B32D45"/>
    <w:rsid w:val="00B33273"/>
    <w:rsid w:val="00B4590E"/>
    <w:rsid w:val="00B50E51"/>
    <w:rsid w:val="00B51829"/>
    <w:rsid w:val="00B51F9D"/>
    <w:rsid w:val="00B6115C"/>
    <w:rsid w:val="00B61D64"/>
    <w:rsid w:val="00B71B96"/>
    <w:rsid w:val="00B74E08"/>
    <w:rsid w:val="00B80861"/>
    <w:rsid w:val="00B81675"/>
    <w:rsid w:val="00B81AA8"/>
    <w:rsid w:val="00B931EB"/>
    <w:rsid w:val="00BA5DA2"/>
    <w:rsid w:val="00BA60B8"/>
    <w:rsid w:val="00BA7DAC"/>
    <w:rsid w:val="00BB0383"/>
    <w:rsid w:val="00BB07B8"/>
    <w:rsid w:val="00BB0E19"/>
    <w:rsid w:val="00BC0301"/>
    <w:rsid w:val="00BC7CC9"/>
    <w:rsid w:val="00BD028F"/>
    <w:rsid w:val="00BD2540"/>
    <w:rsid w:val="00BD7BF4"/>
    <w:rsid w:val="00BE0CCD"/>
    <w:rsid w:val="00BE6AEF"/>
    <w:rsid w:val="00BE6E22"/>
    <w:rsid w:val="00BE789B"/>
    <w:rsid w:val="00BF3542"/>
    <w:rsid w:val="00BF3996"/>
    <w:rsid w:val="00BF399E"/>
    <w:rsid w:val="00BF7B95"/>
    <w:rsid w:val="00C01BE5"/>
    <w:rsid w:val="00C03DA4"/>
    <w:rsid w:val="00C0628D"/>
    <w:rsid w:val="00C13B20"/>
    <w:rsid w:val="00C221B3"/>
    <w:rsid w:val="00C2302A"/>
    <w:rsid w:val="00C23B65"/>
    <w:rsid w:val="00C23DBB"/>
    <w:rsid w:val="00C248A8"/>
    <w:rsid w:val="00C335E4"/>
    <w:rsid w:val="00C37939"/>
    <w:rsid w:val="00C379BD"/>
    <w:rsid w:val="00C401AF"/>
    <w:rsid w:val="00C4037C"/>
    <w:rsid w:val="00C47AD0"/>
    <w:rsid w:val="00C503DB"/>
    <w:rsid w:val="00C60079"/>
    <w:rsid w:val="00C61335"/>
    <w:rsid w:val="00C62BED"/>
    <w:rsid w:val="00C67F2F"/>
    <w:rsid w:val="00C7049E"/>
    <w:rsid w:val="00C70A07"/>
    <w:rsid w:val="00C740BE"/>
    <w:rsid w:val="00C75111"/>
    <w:rsid w:val="00C87CB1"/>
    <w:rsid w:val="00C94D38"/>
    <w:rsid w:val="00C95C05"/>
    <w:rsid w:val="00C97876"/>
    <w:rsid w:val="00CA57A3"/>
    <w:rsid w:val="00CB37A2"/>
    <w:rsid w:val="00CB6848"/>
    <w:rsid w:val="00CC2855"/>
    <w:rsid w:val="00CC3A56"/>
    <w:rsid w:val="00CC56CB"/>
    <w:rsid w:val="00CC7105"/>
    <w:rsid w:val="00CD4106"/>
    <w:rsid w:val="00CD5CAA"/>
    <w:rsid w:val="00CD6D00"/>
    <w:rsid w:val="00CE2291"/>
    <w:rsid w:val="00CE2D3E"/>
    <w:rsid w:val="00CE7B26"/>
    <w:rsid w:val="00CF0956"/>
    <w:rsid w:val="00CF5963"/>
    <w:rsid w:val="00D001E7"/>
    <w:rsid w:val="00D01898"/>
    <w:rsid w:val="00D03AC5"/>
    <w:rsid w:val="00D04920"/>
    <w:rsid w:val="00D06FAD"/>
    <w:rsid w:val="00D1248A"/>
    <w:rsid w:val="00D1342D"/>
    <w:rsid w:val="00D15713"/>
    <w:rsid w:val="00D17BC2"/>
    <w:rsid w:val="00D27C10"/>
    <w:rsid w:val="00D323AC"/>
    <w:rsid w:val="00D36A91"/>
    <w:rsid w:val="00D379B0"/>
    <w:rsid w:val="00D44109"/>
    <w:rsid w:val="00D46B0E"/>
    <w:rsid w:val="00D51E57"/>
    <w:rsid w:val="00D54563"/>
    <w:rsid w:val="00D55533"/>
    <w:rsid w:val="00D55769"/>
    <w:rsid w:val="00D55C04"/>
    <w:rsid w:val="00D56272"/>
    <w:rsid w:val="00D60A0B"/>
    <w:rsid w:val="00D633E5"/>
    <w:rsid w:val="00D66BF5"/>
    <w:rsid w:val="00D7584E"/>
    <w:rsid w:val="00D75FB1"/>
    <w:rsid w:val="00D77603"/>
    <w:rsid w:val="00D80300"/>
    <w:rsid w:val="00D82689"/>
    <w:rsid w:val="00D82ECC"/>
    <w:rsid w:val="00D8472C"/>
    <w:rsid w:val="00D85A35"/>
    <w:rsid w:val="00D85AC5"/>
    <w:rsid w:val="00D927B9"/>
    <w:rsid w:val="00D927E1"/>
    <w:rsid w:val="00DA2D81"/>
    <w:rsid w:val="00DA6FD1"/>
    <w:rsid w:val="00DB0767"/>
    <w:rsid w:val="00DB38A0"/>
    <w:rsid w:val="00DC14F1"/>
    <w:rsid w:val="00DC1F51"/>
    <w:rsid w:val="00DC381E"/>
    <w:rsid w:val="00DD0D44"/>
    <w:rsid w:val="00DD1761"/>
    <w:rsid w:val="00DD298F"/>
    <w:rsid w:val="00DD5234"/>
    <w:rsid w:val="00DD6090"/>
    <w:rsid w:val="00DD7A79"/>
    <w:rsid w:val="00DE161A"/>
    <w:rsid w:val="00DE24AB"/>
    <w:rsid w:val="00DE3D4A"/>
    <w:rsid w:val="00DE5537"/>
    <w:rsid w:val="00DE56A1"/>
    <w:rsid w:val="00DF5AAD"/>
    <w:rsid w:val="00E14EB8"/>
    <w:rsid w:val="00E17208"/>
    <w:rsid w:val="00E20B2D"/>
    <w:rsid w:val="00E24328"/>
    <w:rsid w:val="00E25EC3"/>
    <w:rsid w:val="00E31954"/>
    <w:rsid w:val="00E40AB9"/>
    <w:rsid w:val="00E40D7A"/>
    <w:rsid w:val="00E41D60"/>
    <w:rsid w:val="00E42DF9"/>
    <w:rsid w:val="00E45B70"/>
    <w:rsid w:val="00E509E2"/>
    <w:rsid w:val="00E51254"/>
    <w:rsid w:val="00E54F65"/>
    <w:rsid w:val="00E5568D"/>
    <w:rsid w:val="00E6595F"/>
    <w:rsid w:val="00E6661F"/>
    <w:rsid w:val="00E6740D"/>
    <w:rsid w:val="00E72897"/>
    <w:rsid w:val="00E744A6"/>
    <w:rsid w:val="00E75E2B"/>
    <w:rsid w:val="00E80D40"/>
    <w:rsid w:val="00E82370"/>
    <w:rsid w:val="00E82486"/>
    <w:rsid w:val="00E83E19"/>
    <w:rsid w:val="00E83EAD"/>
    <w:rsid w:val="00E840AA"/>
    <w:rsid w:val="00E91D33"/>
    <w:rsid w:val="00EA204B"/>
    <w:rsid w:val="00EA67DC"/>
    <w:rsid w:val="00EB0EF2"/>
    <w:rsid w:val="00EB7143"/>
    <w:rsid w:val="00EB7615"/>
    <w:rsid w:val="00EC4E24"/>
    <w:rsid w:val="00EC634A"/>
    <w:rsid w:val="00EC6441"/>
    <w:rsid w:val="00ED028F"/>
    <w:rsid w:val="00ED1572"/>
    <w:rsid w:val="00ED3005"/>
    <w:rsid w:val="00EE0A7C"/>
    <w:rsid w:val="00EE0F41"/>
    <w:rsid w:val="00EE1340"/>
    <w:rsid w:val="00EE547B"/>
    <w:rsid w:val="00EE623B"/>
    <w:rsid w:val="00EF071F"/>
    <w:rsid w:val="00EF38D1"/>
    <w:rsid w:val="00EF6376"/>
    <w:rsid w:val="00EF6DAB"/>
    <w:rsid w:val="00EF7C01"/>
    <w:rsid w:val="00F00935"/>
    <w:rsid w:val="00F0383D"/>
    <w:rsid w:val="00F058A7"/>
    <w:rsid w:val="00F073AE"/>
    <w:rsid w:val="00F0786C"/>
    <w:rsid w:val="00F13F34"/>
    <w:rsid w:val="00F17214"/>
    <w:rsid w:val="00F206F2"/>
    <w:rsid w:val="00F24ADB"/>
    <w:rsid w:val="00F24D8F"/>
    <w:rsid w:val="00F25856"/>
    <w:rsid w:val="00F25A1F"/>
    <w:rsid w:val="00F30E93"/>
    <w:rsid w:val="00F36F08"/>
    <w:rsid w:val="00F43479"/>
    <w:rsid w:val="00F44C55"/>
    <w:rsid w:val="00F46A3F"/>
    <w:rsid w:val="00F46F24"/>
    <w:rsid w:val="00F46F2E"/>
    <w:rsid w:val="00F52ADC"/>
    <w:rsid w:val="00F53D81"/>
    <w:rsid w:val="00F56A00"/>
    <w:rsid w:val="00F573E6"/>
    <w:rsid w:val="00F623DA"/>
    <w:rsid w:val="00F62E78"/>
    <w:rsid w:val="00F65FB8"/>
    <w:rsid w:val="00F67EE3"/>
    <w:rsid w:val="00F71543"/>
    <w:rsid w:val="00F722E3"/>
    <w:rsid w:val="00F733D0"/>
    <w:rsid w:val="00F7526F"/>
    <w:rsid w:val="00F76639"/>
    <w:rsid w:val="00F77F81"/>
    <w:rsid w:val="00F849E6"/>
    <w:rsid w:val="00F87991"/>
    <w:rsid w:val="00F87D7E"/>
    <w:rsid w:val="00F96A83"/>
    <w:rsid w:val="00FA1F75"/>
    <w:rsid w:val="00FC0759"/>
    <w:rsid w:val="00FC53B4"/>
    <w:rsid w:val="00FC583C"/>
    <w:rsid w:val="00FC7C64"/>
    <w:rsid w:val="00FD1DAA"/>
    <w:rsid w:val="00FD65B2"/>
    <w:rsid w:val="00FE1EEC"/>
    <w:rsid w:val="00FE7428"/>
    <w:rsid w:val="00FF4041"/>
    <w:rsid w:val="011687BA"/>
    <w:rsid w:val="01493CE6"/>
    <w:rsid w:val="015B2000"/>
    <w:rsid w:val="026DC699"/>
    <w:rsid w:val="03052610"/>
    <w:rsid w:val="037763EC"/>
    <w:rsid w:val="03D5DAE2"/>
    <w:rsid w:val="03E15E0F"/>
    <w:rsid w:val="0424FD25"/>
    <w:rsid w:val="05661D66"/>
    <w:rsid w:val="060CA222"/>
    <w:rsid w:val="0755351A"/>
    <w:rsid w:val="07637B94"/>
    <w:rsid w:val="07A24B65"/>
    <w:rsid w:val="07BF6ED6"/>
    <w:rsid w:val="08FA53C7"/>
    <w:rsid w:val="09639164"/>
    <w:rsid w:val="09799198"/>
    <w:rsid w:val="0A20C623"/>
    <w:rsid w:val="0A6240D2"/>
    <w:rsid w:val="0A7ECC05"/>
    <w:rsid w:val="0B946DF4"/>
    <w:rsid w:val="0D459CC8"/>
    <w:rsid w:val="0D655B33"/>
    <w:rsid w:val="0E027D21"/>
    <w:rsid w:val="0E5F4544"/>
    <w:rsid w:val="103BDDB4"/>
    <w:rsid w:val="10742C8D"/>
    <w:rsid w:val="10A7DDD8"/>
    <w:rsid w:val="115E31C0"/>
    <w:rsid w:val="122BE79D"/>
    <w:rsid w:val="12916542"/>
    <w:rsid w:val="1431F1BA"/>
    <w:rsid w:val="14DC0233"/>
    <w:rsid w:val="166DB128"/>
    <w:rsid w:val="17E08A78"/>
    <w:rsid w:val="18019403"/>
    <w:rsid w:val="185F8A50"/>
    <w:rsid w:val="18ECA022"/>
    <w:rsid w:val="194891FF"/>
    <w:rsid w:val="1A93428A"/>
    <w:rsid w:val="1B7C8547"/>
    <w:rsid w:val="1BD922D7"/>
    <w:rsid w:val="1CC7244E"/>
    <w:rsid w:val="1DE5A981"/>
    <w:rsid w:val="1E7E8489"/>
    <w:rsid w:val="1EC573B6"/>
    <w:rsid w:val="1EE9BA64"/>
    <w:rsid w:val="1F26C4C8"/>
    <w:rsid w:val="1F4B701D"/>
    <w:rsid w:val="1F7B95C8"/>
    <w:rsid w:val="23191A28"/>
    <w:rsid w:val="231E6C65"/>
    <w:rsid w:val="2362990B"/>
    <w:rsid w:val="2499BF56"/>
    <w:rsid w:val="24EE9056"/>
    <w:rsid w:val="258DE6F0"/>
    <w:rsid w:val="2770B050"/>
    <w:rsid w:val="27C05717"/>
    <w:rsid w:val="286607A0"/>
    <w:rsid w:val="293454F5"/>
    <w:rsid w:val="2A495EA6"/>
    <w:rsid w:val="2C497476"/>
    <w:rsid w:val="2D6EC7AC"/>
    <w:rsid w:val="2D89836B"/>
    <w:rsid w:val="2DBAAF07"/>
    <w:rsid w:val="2EA4E70B"/>
    <w:rsid w:val="3009D426"/>
    <w:rsid w:val="31549328"/>
    <w:rsid w:val="31D8ACD1"/>
    <w:rsid w:val="32717DAC"/>
    <w:rsid w:val="338DF3BB"/>
    <w:rsid w:val="3680DAF7"/>
    <w:rsid w:val="369FBA38"/>
    <w:rsid w:val="36EEA0BD"/>
    <w:rsid w:val="37C50D6E"/>
    <w:rsid w:val="3888096C"/>
    <w:rsid w:val="38905B99"/>
    <w:rsid w:val="390EEFFB"/>
    <w:rsid w:val="3922D812"/>
    <w:rsid w:val="39F644D3"/>
    <w:rsid w:val="3A7CD8A1"/>
    <w:rsid w:val="3B35BC50"/>
    <w:rsid w:val="3B38BC40"/>
    <w:rsid w:val="3C2C4C62"/>
    <w:rsid w:val="3C316BCE"/>
    <w:rsid w:val="3C5E6A4B"/>
    <w:rsid w:val="3DE2260E"/>
    <w:rsid w:val="3F87C493"/>
    <w:rsid w:val="40FCF066"/>
    <w:rsid w:val="41BD2A12"/>
    <w:rsid w:val="429D8624"/>
    <w:rsid w:val="42CDABCF"/>
    <w:rsid w:val="433B2A87"/>
    <w:rsid w:val="4463C451"/>
    <w:rsid w:val="44F4335C"/>
    <w:rsid w:val="454F3451"/>
    <w:rsid w:val="458C0212"/>
    <w:rsid w:val="4625A102"/>
    <w:rsid w:val="47FB17F6"/>
    <w:rsid w:val="48B599C3"/>
    <w:rsid w:val="492B362F"/>
    <w:rsid w:val="4A6D86DE"/>
    <w:rsid w:val="4AEE8B17"/>
    <w:rsid w:val="4B126D1E"/>
    <w:rsid w:val="4BB3BCF1"/>
    <w:rsid w:val="4BF4ABD4"/>
    <w:rsid w:val="4E5067CF"/>
    <w:rsid w:val="52CC3AD3"/>
    <w:rsid w:val="5350D674"/>
    <w:rsid w:val="535A5696"/>
    <w:rsid w:val="54CA8B36"/>
    <w:rsid w:val="55FEA0F4"/>
    <w:rsid w:val="57F4EC35"/>
    <w:rsid w:val="589345EA"/>
    <w:rsid w:val="58D0AB23"/>
    <w:rsid w:val="58FED795"/>
    <w:rsid w:val="59C30C55"/>
    <w:rsid w:val="5B87E8F6"/>
    <w:rsid w:val="5B9B1844"/>
    <w:rsid w:val="5BDA1F73"/>
    <w:rsid w:val="5C250EEB"/>
    <w:rsid w:val="5D34904D"/>
    <w:rsid w:val="5D677784"/>
    <w:rsid w:val="5E658F7A"/>
    <w:rsid w:val="5E730AE5"/>
    <w:rsid w:val="5F0AD99B"/>
    <w:rsid w:val="5F1BB091"/>
    <w:rsid w:val="5F7E6269"/>
    <w:rsid w:val="605B280E"/>
    <w:rsid w:val="60738B1C"/>
    <w:rsid w:val="6139E6EC"/>
    <w:rsid w:val="62D7E429"/>
    <w:rsid w:val="64031F12"/>
    <w:rsid w:val="641CE327"/>
    <w:rsid w:val="64B9E173"/>
    <w:rsid w:val="65ADA52C"/>
    <w:rsid w:val="6605AA9A"/>
    <w:rsid w:val="6628B452"/>
    <w:rsid w:val="69C64F5A"/>
    <w:rsid w:val="6C97875D"/>
    <w:rsid w:val="6CAAF7DB"/>
    <w:rsid w:val="6D84FBF4"/>
    <w:rsid w:val="6E40A11E"/>
    <w:rsid w:val="6F05D2F8"/>
    <w:rsid w:val="6F87D350"/>
    <w:rsid w:val="702BF042"/>
    <w:rsid w:val="70662D87"/>
    <w:rsid w:val="7180B22F"/>
    <w:rsid w:val="74D09768"/>
    <w:rsid w:val="7722E9FD"/>
    <w:rsid w:val="774EC327"/>
    <w:rsid w:val="78CF03AE"/>
    <w:rsid w:val="7C4F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966D7"/>
  <w15:docId w15:val="{F07F8A62-12C2-4C5E-B731-6CFB0F74F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2724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7154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DD29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98F"/>
  </w:style>
  <w:style w:type="paragraph" w:styleId="Footer">
    <w:name w:val="footer"/>
    <w:basedOn w:val="Normal"/>
    <w:link w:val="FooterChar"/>
    <w:uiPriority w:val="99"/>
    <w:unhideWhenUsed/>
    <w:rsid w:val="00DD29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98F"/>
  </w:style>
  <w:style w:type="paragraph" w:styleId="BalloonText">
    <w:name w:val="Balloon Text"/>
    <w:basedOn w:val="Normal"/>
    <w:link w:val="BalloonTextChar"/>
    <w:uiPriority w:val="99"/>
    <w:semiHidden/>
    <w:unhideWhenUsed/>
    <w:rsid w:val="005234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34D3"/>
    <w:rPr>
      <w:rFonts w:ascii="Tahoma" w:hAnsi="Tahoma" w:cs="Tahoma"/>
      <w:sz w:val="16"/>
      <w:szCs w:val="16"/>
    </w:rPr>
  </w:style>
  <w:style w:type="paragraph" w:customStyle="1" w:styleId="Kiri">
    <w:name w:val="Kiri"/>
    <w:basedOn w:val="Normal"/>
    <w:rsid w:val="00B74E08"/>
    <w:pPr>
      <w:tabs>
        <w:tab w:val="left" w:pos="5103"/>
      </w:tabs>
    </w:pPr>
    <w:rPr>
      <w:rFonts w:ascii="Times New Roman" w:eastAsia="Times New Roman" w:hAnsi="Times New Roman"/>
      <w:lang w:val="et-EE" w:eastAsia="et-EE"/>
    </w:rPr>
  </w:style>
  <w:style w:type="paragraph" w:styleId="Title">
    <w:name w:val="Title"/>
    <w:basedOn w:val="Normal"/>
    <w:next w:val="Normal"/>
    <w:link w:val="TitleChar"/>
    <w:uiPriority w:val="10"/>
    <w:qFormat/>
    <w:rsid w:val="00B74E0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4E08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23F79"/>
    <w:rPr>
      <w:color w:val="0563C1" w:themeColor="hyperlink"/>
      <w:u w:val="single"/>
    </w:rPr>
  </w:style>
  <w:style w:type="paragraph" w:customStyle="1" w:styleId="Kaksees">
    <w:name w:val="Kaks ees"/>
    <w:basedOn w:val="Kiri"/>
    <w:rsid w:val="00823F79"/>
    <w:pPr>
      <w:spacing w:before="580"/>
    </w:pPr>
  </w:style>
  <w:style w:type="character" w:styleId="UnresolvedMention">
    <w:name w:val="Unresolved Mention"/>
    <w:basedOn w:val="DefaultParagraphFont"/>
    <w:uiPriority w:val="99"/>
    <w:semiHidden/>
    <w:unhideWhenUsed/>
    <w:rsid w:val="00823F79"/>
    <w:rPr>
      <w:color w:val="605E5C"/>
      <w:shd w:val="clear" w:color="auto" w:fill="E1DFDD"/>
    </w:rPr>
  </w:style>
  <w:style w:type="paragraph" w:customStyle="1" w:styleId="Pealkiri">
    <w:name w:val="Pealkiri"/>
    <w:basedOn w:val="Kiri"/>
    <w:rsid w:val="00511010"/>
    <w:pPr>
      <w:spacing w:before="1100"/>
      <w:ind w:right="4820"/>
    </w:pPr>
  </w:style>
  <w:style w:type="paragraph" w:styleId="ListParagraph">
    <w:name w:val="List Paragraph"/>
    <w:basedOn w:val="Normal"/>
    <w:uiPriority w:val="34"/>
    <w:qFormat/>
    <w:rsid w:val="007940D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727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t-EE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63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t-EE"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6390"/>
    <w:rPr>
      <w:rFonts w:ascii="Courier New" w:eastAsia="Times New Roman" w:hAnsi="Courier New" w:cs="Courier New"/>
      <w:lang w:val="et-EE" w:eastAsia="et-E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1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1AF"/>
    <w:rPr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361AF"/>
    <w:rPr>
      <w:sz w:val="16"/>
      <w:szCs w:val="16"/>
    </w:rPr>
  </w:style>
  <w:style w:type="paragraph" w:styleId="Revision">
    <w:name w:val="Revision"/>
    <w:hidden/>
    <w:uiPriority w:val="99"/>
    <w:semiHidden/>
    <w:rsid w:val="008E60E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5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riina@ikkagiinimesed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utaja\Documents\EHK%20Dokumendi%20mallid\kirjaplangi%20loomine_kadi%20palvel%20aug%202016\30-08-2016\Haigekassa_kirjablankett_yld.dotx" TargetMode="External"/></Relationships>
</file>

<file path=word/theme/theme1.xml><?xml version="1.0" encoding="utf-8"?>
<a:theme xmlns:a="http://schemas.openxmlformats.org/drawingml/2006/main" name="Haigekassa-kirjablankett-yl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c691403-d16f-4eef-b5b5-ee4838ac253f">
      <UserInfo>
        <DisplayName>Mikk Kelder</DisplayName>
        <AccountId>16</AccountId>
        <AccountType/>
      </UserInfo>
      <UserInfo>
        <DisplayName>Riho Peek</DisplayName>
        <AccountId>89</AccountId>
        <AccountType/>
      </UserInfo>
      <UserInfo>
        <DisplayName>Reili Kaber</DisplayName>
        <AccountId>12</AccountId>
        <AccountType/>
      </UserInfo>
      <UserInfo>
        <DisplayName>Ergo Pallo</DisplayName>
        <AccountId>28</AccountId>
        <AccountType/>
      </UserInfo>
      <UserInfo>
        <DisplayName>Triin Tommingas</DisplayName>
        <AccountId>124</AccountId>
        <AccountType/>
      </UserInfo>
      <UserInfo>
        <DisplayName>Mary-Liis Moorbach</DisplayName>
        <AccountId>126</AccountId>
        <AccountType/>
      </UserInfo>
      <UserInfo>
        <DisplayName>Matis Rüütel</DisplayName>
        <AccountId>52</AccountId>
        <AccountType/>
      </UserInfo>
    </SharedWithUsers>
    <_ip_UnifiedCompliancePolicyUIAction xmlns="http://schemas.microsoft.com/sharepoint/v3" xsi:nil="true"/>
    <TaxCatchAll xmlns="fc691403-d16f-4eef-b5b5-ee4838ac253f" xsi:nil="true"/>
    <_ip_UnifiedCompliancePolicyProperties xmlns="http://schemas.microsoft.com/sharepoint/v3" xsi:nil="true"/>
    <lcf76f155ced4ddcb4097134ff3c332f xmlns="e2d7db9d-a23b-4dc5-99bc-5bd6602d955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E12BDE5ED4544B85B8EAE3CE7B4BCA" ma:contentTypeVersion="16" ma:contentTypeDescription="Loo uus dokument" ma:contentTypeScope="" ma:versionID="024494637c58da91521fde7c06668ebc">
  <xsd:schema xmlns:xsd="http://www.w3.org/2001/XMLSchema" xmlns:xs="http://www.w3.org/2001/XMLSchema" xmlns:p="http://schemas.microsoft.com/office/2006/metadata/properties" xmlns:ns1="http://schemas.microsoft.com/sharepoint/v3" xmlns:ns2="e2d7db9d-a23b-4dc5-99bc-5bd6602d9550" xmlns:ns3="fc691403-d16f-4eef-b5b5-ee4838ac253f" targetNamespace="http://schemas.microsoft.com/office/2006/metadata/properties" ma:root="true" ma:fieldsID="8bc02685692bf75496c96b80b646b958" ns1:_="" ns2:_="" ns3:_="">
    <xsd:import namespace="http://schemas.microsoft.com/sharepoint/v3"/>
    <xsd:import namespace="e2d7db9d-a23b-4dc5-99bc-5bd6602d9550"/>
    <xsd:import namespace="fc691403-d16f-4eef-b5b5-ee4838ac25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Ühtse nõuetele vastavuse poliitika atribuudid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Ühtse nõuetele vastavuse poliitika kasutajaliidesetoim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7db9d-a23b-4dc5-99bc-5bd6602d95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0dfdd9a-08aa-49ba-8b8c-1f0b5c74ee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691403-d16f-4eef-b5b5-ee4838ac253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96905a7-b9bf-4344-a11b-10c2bb36e037}" ma:internalName="TaxCatchAll" ma:showField="CatchAllData" ma:web="fc691403-d16f-4eef-b5b5-ee4838ac25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FF15D5-0C75-4650-87C9-C68D13CCF1AA}">
  <ds:schemaRefs>
    <ds:schemaRef ds:uri="http://schemas.microsoft.com/office/2006/metadata/properties"/>
    <ds:schemaRef ds:uri="http://schemas.microsoft.com/office/infopath/2007/PartnerControls"/>
    <ds:schemaRef ds:uri="fc691403-d16f-4eef-b5b5-ee4838ac253f"/>
    <ds:schemaRef ds:uri="http://schemas.microsoft.com/sharepoint/v3"/>
    <ds:schemaRef ds:uri="e2d7db9d-a23b-4dc5-99bc-5bd6602d9550"/>
  </ds:schemaRefs>
</ds:datastoreItem>
</file>

<file path=customXml/itemProps2.xml><?xml version="1.0" encoding="utf-8"?>
<ds:datastoreItem xmlns:ds="http://schemas.openxmlformats.org/officeDocument/2006/customXml" ds:itemID="{04678F37-3AB1-4A65-962B-42C6BE148B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2d7db9d-a23b-4dc5-99bc-5bd6602d9550"/>
    <ds:schemaRef ds:uri="fc691403-d16f-4eef-b5b5-ee4838ac25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657AAA-4334-4C09-AE2E-737146693D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Haigekassa_kirjablankett_yld</Template>
  <TotalTime>14</TotalTime>
  <Pages>1</Pages>
  <Words>114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Haigekassa</Company>
  <LinksUpToDate>false</LinksUpToDate>
  <CharactersWithSpaces>775</CharactersWithSpaces>
  <SharedDoc>false</SharedDoc>
  <HLinks>
    <vt:vector size="12" baseType="variant">
      <vt:variant>
        <vt:i4>3538975</vt:i4>
      </vt:variant>
      <vt:variant>
        <vt:i4>3</vt:i4>
      </vt:variant>
      <vt:variant>
        <vt:i4>0</vt:i4>
      </vt:variant>
      <vt:variant>
        <vt:i4>5</vt:i4>
      </vt:variant>
      <vt:variant>
        <vt:lpwstr>mailto:riina@ikkagiinimesed.ee</vt:lpwstr>
      </vt:variant>
      <vt:variant>
        <vt:lpwstr/>
      </vt:variant>
      <vt:variant>
        <vt:i4>4128768</vt:i4>
      </vt:variant>
      <vt:variant>
        <vt:i4>0</vt:i4>
      </vt:variant>
      <vt:variant>
        <vt:i4>0</vt:i4>
      </vt:variant>
      <vt:variant>
        <vt:i4>5</vt:i4>
      </vt:variant>
      <vt:variant>
        <vt:lpwstr>mailto:info@ikkagiinimesed.ee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Reili Kaber</dc:creator>
  <cp:keywords/>
  <cp:lastModifiedBy>Reili Kaber</cp:lastModifiedBy>
  <cp:revision>20</cp:revision>
  <cp:lastPrinted>2022-01-26T19:11:00Z</cp:lastPrinted>
  <dcterms:created xsi:type="dcterms:W3CDTF">2024-05-28T07:40:00Z</dcterms:created>
  <dcterms:modified xsi:type="dcterms:W3CDTF">2024-05-29T06:44:00Z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0x0101003DE12BDE5ED4544B85B8EAE3CE7B4BCA</vt:lpwstr>
  </property>
  <property fmtid="{D5CDD505-2E9C-101B-9397-08002B2CF9AE}" pid="3" name="MediaServiceImageTags">
    <vt:lpwstr/>
  </property>
</Properties>
</file>